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46" w:rsidRDefault="00116446" w:rsidP="007217EF"/>
    <w:p w:rsidR="003549FF" w:rsidRDefault="003549FF" w:rsidP="007217EF"/>
    <w:p w:rsidR="00957881" w:rsidRPr="003549FF" w:rsidRDefault="003549FF" w:rsidP="003549FF">
      <w:pPr>
        <w:pStyle w:val="berschrift2"/>
        <w:rPr>
          <w:b/>
          <w:sz w:val="32"/>
          <w:szCs w:val="32"/>
          <w:lang w:val="en-US"/>
        </w:rPr>
      </w:pPr>
      <w:r w:rsidRPr="003549FF">
        <w:rPr>
          <w:b/>
          <w:sz w:val="32"/>
          <w:szCs w:val="32"/>
          <w:lang w:val="en-US"/>
        </w:rPr>
        <w:t>Save time and costs during drain installation</w:t>
      </w:r>
      <w:r>
        <w:rPr>
          <w:b/>
          <w:sz w:val="32"/>
          <w:szCs w:val="32"/>
          <w:lang w:val="en-US"/>
        </w:rPr>
        <w:br/>
      </w:r>
      <w:r w:rsidRPr="003549FF">
        <w:rPr>
          <w:i/>
          <w:lang w:val="en-US"/>
        </w:rPr>
        <w:t>Quick-Fit</w:t>
      </w:r>
      <w:r w:rsidRPr="003549FF">
        <w:rPr>
          <w:lang w:val="en-US"/>
        </w:rPr>
        <w:t xml:space="preserve"> passage seal can be installed without the use of mortar</w:t>
      </w:r>
    </w:p>
    <w:p w:rsidR="003549FF" w:rsidRPr="003549FF" w:rsidRDefault="003549FF" w:rsidP="003549FF">
      <w:pPr>
        <w:pStyle w:val="StandardWeb"/>
        <w:spacing w:after="0"/>
        <w:rPr>
          <w:lang w:val="en-GB"/>
        </w:rPr>
      </w:pPr>
      <w:r>
        <w:rPr>
          <w:rFonts w:ascii="Arial" w:hAnsi="Arial" w:cs="Arial"/>
          <w:color w:val="000000"/>
          <w:lang w:val="en-GB"/>
        </w:rPr>
        <w:t xml:space="preserve">Drill a core hole, insert the seal and fit the drain body – this is how easy, fast and inexpensive the installation of a drain can be. With </w:t>
      </w:r>
      <w:r>
        <w:rPr>
          <w:rFonts w:ascii="Arial" w:hAnsi="Arial" w:cs="Arial"/>
          <w:i/>
          <w:iCs/>
          <w:lang w:val="en-GB"/>
        </w:rPr>
        <w:t>Quick-Fit</w:t>
      </w:r>
      <w:r>
        <w:rPr>
          <w:rFonts w:ascii="Arial" w:hAnsi="Arial" w:cs="Arial"/>
          <w:lang w:val="en-GB"/>
        </w:rPr>
        <w:t xml:space="preserve"> KESSEL AG offers a passage </w:t>
      </w:r>
      <w:proofErr w:type="gramStart"/>
      <w:r>
        <w:rPr>
          <w:rFonts w:ascii="Arial" w:hAnsi="Arial" w:cs="Arial"/>
          <w:lang w:val="en-GB"/>
        </w:rPr>
        <w:t>seal which</w:t>
      </w:r>
      <w:proofErr w:type="gramEnd"/>
      <w:r>
        <w:rPr>
          <w:rFonts w:ascii="Arial" w:hAnsi="Arial" w:cs="Arial"/>
          <w:lang w:val="en-GB"/>
        </w:rPr>
        <w:t xml:space="preserve"> makes it possible to install drains without mortar being necessary. “Long drying times and the related delays in building progress are no longer applicable. In addition, the core </w:t>
      </w:r>
      <w:proofErr w:type="gramStart"/>
      <w:r>
        <w:rPr>
          <w:rFonts w:ascii="Arial" w:hAnsi="Arial" w:cs="Arial"/>
          <w:lang w:val="en-GB"/>
        </w:rPr>
        <w:t>hole</w:t>
      </w:r>
      <w:proofErr w:type="gramEnd"/>
      <w:r>
        <w:rPr>
          <w:rFonts w:ascii="Arial" w:hAnsi="Arial" w:cs="Arial"/>
          <w:lang w:val="en-GB"/>
        </w:rPr>
        <w:t xml:space="preserve"> diameter can be reduced to only 160 millimetres,” Mark Jung, product manager for drains at KESSEL AG, explains. </w:t>
      </w:r>
      <w:r>
        <w:rPr>
          <w:rFonts w:ascii="Arial" w:hAnsi="Arial" w:cs="Arial"/>
          <w:i/>
          <w:iCs/>
          <w:lang w:val="en-GB"/>
        </w:rPr>
        <w:t xml:space="preserve">Quick-Fit </w:t>
      </w:r>
      <w:r>
        <w:rPr>
          <w:rFonts w:ascii="Arial" w:hAnsi="Arial" w:cs="Arial"/>
          <w:lang w:val="en-GB"/>
        </w:rPr>
        <w:t xml:space="preserve">is compatible with the </w:t>
      </w:r>
      <w:r>
        <w:rPr>
          <w:rFonts w:ascii="Arial" w:hAnsi="Arial" w:cs="Arial"/>
          <w:i/>
          <w:iCs/>
          <w:lang w:val="en-GB"/>
        </w:rPr>
        <w:t>Ecoguss</w:t>
      </w:r>
      <w:r>
        <w:rPr>
          <w:rFonts w:ascii="Arial" w:hAnsi="Arial" w:cs="Arial"/>
          <w:lang w:val="en-GB"/>
        </w:rPr>
        <w:t xml:space="preserve"> drains for yards, parking decks, floor and roof drains. </w:t>
      </w:r>
    </w:p>
    <w:p w:rsidR="003549FF" w:rsidRPr="003549FF" w:rsidRDefault="003549FF" w:rsidP="003549FF">
      <w:pPr>
        <w:pStyle w:val="StandardWeb"/>
        <w:spacing w:after="0"/>
        <w:rPr>
          <w:lang w:val="en-GB"/>
        </w:rPr>
      </w:pPr>
      <w:r>
        <w:rPr>
          <w:rFonts w:ascii="Arial" w:hAnsi="Arial" w:cs="Arial"/>
          <w:b/>
          <w:bCs/>
          <w:lang w:val="en-GB"/>
        </w:rPr>
        <w:t>Fire protection included</w:t>
      </w:r>
      <w:r>
        <w:rPr>
          <w:lang w:val="en-GB"/>
        </w:rPr>
        <w:br/>
      </w:r>
      <w:r>
        <w:rPr>
          <w:rFonts w:ascii="Arial" w:hAnsi="Arial" w:cs="Arial"/>
          <w:i/>
          <w:iCs/>
          <w:lang w:val="en-GB"/>
        </w:rPr>
        <w:t>Quick-Fit</w:t>
      </w:r>
      <w:r>
        <w:rPr>
          <w:rFonts w:ascii="Arial" w:hAnsi="Arial" w:cs="Arial"/>
          <w:lang w:val="en-GB"/>
        </w:rPr>
        <w:t xml:space="preserve"> not only makes installation easier, it also has a fire protection function. There is fire protection material fixed to a metal hoop at the lower end of the passage seal. In the event of a fire, this mass swells up and closes the gap resulting from the melting seal. This thus guarantees a smoke-tight closure and stops the fire spreading. The highest fire-resistance rating R 120 of the </w:t>
      </w:r>
      <w:r>
        <w:rPr>
          <w:rFonts w:ascii="Arial" w:hAnsi="Arial" w:cs="Arial"/>
          <w:i/>
          <w:iCs/>
          <w:lang w:val="en-GB"/>
        </w:rPr>
        <w:t>Ecoguss</w:t>
      </w:r>
      <w:r>
        <w:rPr>
          <w:rFonts w:ascii="Arial" w:hAnsi="Arial" w:cs="Arial"/>
          <w:lang w:val="en-GB"/>
        </w:rPr>
        <w:t xml:space="preserve"> drains is thus maintained even when </w:t>
      </w:r>
      <w:r>
        <w:rPr>
          <w:rFonts w:ascii="Arial" w:hAnsi="Arial" w:cs="Arial"/>
          <w:i/>
          <w:iCs/>
          <w:lang w:val="en-GB"/>
        </w:rPr>
        <w:t>Quick-Fit</w:t>
      </w:r>
      <w:r>
        <w:rPr>
          <w:rFonts w:ascii="Arial" w:hAnsi="Arial" w:cs="Arial"/>
          <w:lang w:val="en-GB"/>
        </w:rPr>
        <w:t xml:space="preserve"> is used. </w:t>
      </w:r>
    </w:p>
    <w:p w:rsidR="00BE37A9" w:rsidRPr="003549FF" w:rsidRDefault="00BE37A9" w:rsidP="00EB1E63">
      <w:pPr>
        <w:rPr>
          <w:lang w:val="nl-NL"/>
        </w:rPr>
      </w:pPr>
    </w:p>
    <w:p w:rsidR="00BE37A9" w:rsidRPr="007217EF" w:rsidRDefault="00BE37A9" w:rsidP="00BE37A9">
      <w:pPr>
        <w:rPr>
          <w:b/>
          <w:lang w:val="en-US"/>
        </w:rPr>
      </w:pPr>
      <w:r w:rsidRPr="007217EF">
        <w:rPr>
          <w:b/>
          <w:lang w:val="en-US"/>
        </w:rPr>
        <w:t>This is KESSEL</w:t>
      </w:r>
    </w:p>
    <w:p w:rsidR="00BE37A9" w:rsidRPr="007217EF" w:rsidRDefault="00BE37A9" w:rsidP="00BE37A9">
      <w:pPr>
        <w:rPr>
          <w:lang w:val="en-US"/>
        </w:rPr>
      </w:pPr>
      <w:r w:rsidRPr="007217EF">
        <w:rPr>
          <w:lang w:val="en-US"/>
        </w:rPr>
        <w:t>Since 1963, KESSEL has stood like no other company for quality, innovation, safety and service in the field of draining technology. As a premium international provider and industry pacesetter, we continuously strive to ensure that our vision is always open to new ideas: KESSEL – Leading in drainage.</w:t>
      </w:r>
    </w:p>
    <w:p w:rsidR="00BE37A9" w:rsidRPr="007217EF" w:rsidRDefault="00BE37A9" w:rsidP="00BE37A9">
      <w:pPr>
        <w:rPr>
          <w:lang w:val="en-US"/>
        </w:rPr>
      </w:pPr>
    </w:p>
    <w:p w:rsidR="00BE37A9" w:rsidRPr="00E745DF" w:rsidRDefault="00BE37A9" w:rsidP="00BE37A9">
      <w:bookmarkStart w:id="0" w:name="_GoBack"/>
      <w:bookmarkEnd w:id="0"/>
    </w:p>
    <w:sectPr w:rsidR="00BE37A9" w:rsidRPr="00E745DF" w:rsidSect="00E745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37" w:rsidRDefault="008C0937" w:rsidP="00E745DF">
      <w:pPr>
        <w:spacing w:line="240" w:lineRule="auto"/>
      </w:pPr>
      <w:r>
        <w:separator/>
      </w:r>
    </w:p>
  </w:endnote>
  <w:endnote w:type="continuationSeparator" w:id="0">
    <w:p w:rsidR="008C0937" w:rsidRDefault="008C0937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3272790</wp:posOffset>
              </wp:positionH>
              <wp:positionV relativeFrom="paragraph">
                <wp:posOffset>-799465</wp:posOffset>
              </wp:positionV>
              <wp:extent cx="801818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1818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012A2" w:rsidRPr="002012A2" w:rsidRDefault="002012A2" w:rsidP="002012A2">
                          <w:pPr>
                            <w:pStyle w:val="berschrift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7pt;margin-top:-62.95pt;width:63.1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" fillcolor="white [3201]" stroked="f" strokeweight=".5pt">
              <v:fill opacity="24158f"/>
              <v:textbox inset="0,0,0,0">
                <w:txbxContent>
                  <w:p w:rsidR="002012A2" w:rsidRPr="002012A2" w:rsidRDefault="002012A2" w:rsidP="002012A2">
                    <w:pPr>
                      <w:pStyle w:val="berschrift5"/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E37A9" w:rsidRPr="00A27AC5" w:rsidRDefault="00BE37A9" w:rsidP="00BE37A9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BE37A9" w:rsidRDefault="00BE37A9" w:rsidP="00BE37A9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093DF5" w:rsidRDefault="00BE37A9" w:rsidP="00BE37A9">
                          <w:pPr>
                            <w:pStyle w:val="berschrift5"/>
                          </w:pPr>
                          <w:r>
                            <w:t>85101 Lenting</w:t>
                          </w:r>
                        </w:p>
                        <w:p w:rsidR="00FB2D59" w:rsidRPr="002012A2" w:rsidRDefault="00FB2D59" w:rsidP="00FB2D59">
                          <w:pPr>
                            <w:pStyle w:val="berschrift5"/>
                          </w:pPr>
                          <w:r w:rsidRPr="00A27AC5">
                            <w:rPr>
                              <w:lang w:val="en-US"/>
                            </w:rPr>
                            <w:t>www.</w:t>
                          </w:r>
                          <w:r>
                            <w:rPr>
                              <w:lang w:val="en-US"/>
                            </w:rPr>
                            <w:t>kessel.com</w:t>
                          </w:r>
                        </w:p>
                        <w:p w:rsidR="00FB2D59" w:rsidRPr="00FB2D59" w:rsidRDefault="00FB2D59" w:rsidP="00FB2D5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BE37A9" w:rsidRPr="00A27AC5" w:rsidRDefault="00BE37A9" w:rsidP="00BE37A9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BE37A9" w:rsidRDefault="00BE37A9" w:rsidP="00BE37A9">
                    <w:pPr>
                      <w:pStyle w:val="berschrift5"/>
                    </w:pPr>
                    <w:r>
                      <w:t>Bahnhofstraße 31</w:t>
                    </w:r>
                  </w:p>
                  <w:p w:rsidR="00093DF5" w:rsidRDefault="00BE37A9" w:rsidP="00BE37A9">
                    <w:pPr>
                      <w:pStyle w:val="berschrift5"/>
                    </w:pPr>
                    <w:r>
                      <w:t>85101 Lenting</w:t>
                    </w:r>
                  </w:p>
                  <w:p w:rsidR="00FB2D59" w:rsidRPr="002012A2" w:rsidRDefault="00FB2D59" w:rsidP="00FB2D59">
                    <w:pPr>
                      <w:pStyle w:val="berschrift5"/>
                    </w:pPr>
                    <w:r w:rsidRPr="00A27AC5">
                      <w:rPr>
                        <w:lang w:val="en-US"/>
                      </w:rPr>
                      <w:t>www.</w:t>
                    </w:r>
                    <w:r>
                      <w:rPr>
                        <w:lang w:val="en-US"/>
                      </w:rPr>
                      <w:t>kessel.com</w:t>
                    </w:r>
                  </w:p>
                  <w:p w:rsidR="00FB2D59" w:rsidRPr="00FB2D59" w:rsidRDefault="00FB2D59" w:rsidP="00FB2D59"/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A299A" w:rsidRPr="00BE37A9" w:rsidRDefault="002012A2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 w:rsidRPr="00BE37A9"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Contact</w:t>
                          </w:r>
                        </w:p>
                        <w:p w:rsidR="00AA299A" w:rsidRPr="00BE37A9" w:rsidRDefault="002012A2" w:rsidP="002012A2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Contact details can be found at our 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r w:rsidR="003549FF">
                            <w:fldChar w:fldCharType="begin"/>
                          </w:r>
                          <w:r w:rsidR="003549FF">
                            <w:instrText>HYPERLINK "\\\\nxstore\\projects\\marketing\\Kommunikation\\Pressearbeit\\Presseportal\\1. Ordner Pressemitteilungen\\2. EN Quick-FIt\\press.kessel.com"</w:instrText>
                          </w:r>
                          <w:r w:rsidR="003549FF">
                            <w:fldChar w:fldCharType="separate"/>
                          </w:r>
                          <w:r w:rsidRPr="00BE37A9">
                            <w:rPr>
                              <w:rStyle w:val="Hyperlink"/>
                              <w:color w:val="7030A0"/>
                              <w:sz w:val="12"/>
                              <w:szCs w:val="16"/>
                              <w:lang w:val="nl-NL"/>
                            </w:rPr>
                            <w:t>KESSEL Press Portal</w:t>
                          </w:r>
                          <w:r w:rsidR="003549FF">
                            <w:rPr>
                              <w:rStyle w:val="Hyperlink"/>
                              <w:color w:val="7030A0"/>
                              <w:sz w:val="12"/>
                              <w:szCs w:val="16"/>
                              <w:lang w:val="nl-NL"/>
                            </w:rPr>
                            <w:fldChar w:fldCharType="end"/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AA299A" w:rsidRPr="00BE37A9" w:rsidRDefault="002012A2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</w:pPr>
                    <w:r w:rsidRPr="00BE37A9"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  <w:t>Contact</w:t>
                    </w:r>
                  </w:p>
                  <w:p w:rsidR="00AA299A" w:rsidRPr="00BE37A9" w:rsidRDefault="002012A2" w:rsidP="002012A2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 xml:space="preserve">Contact details can be found at our 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br/>
                    </w:r>
                    <w:r w:rsidR="003549FF">
                      <w:fldChar w:fldCharType="begin"/>
                    </w:r>
                    <w:r w:rsidR="003549FF">
                      <w:instrText>HYPERLINK "\\\\nxstore\\projects\\marketing\\Kommunikation\\Pressearbeit\\Presseportal\\1. Ordner Pressemitteilungen\\2. EN Quick-FIt\\press.kessel.com"</w:instrText>
                    </w:r>
                    <w:r w:rsidR="003549FF">
                      <w:fldChar w:fldCharType="separate"/>
                    </w:r>
                    <w:r w:rsidRPr="00BE37A9">
                      <w:rPr>
                        <w:rStyle w:val="Hyperlink"/>
                        <w:color w:val="7030A0"/>
                        <w:sz w:val="12"/>
                        <w:szCs w:val="16"/>
                        <w:lang w:val="nl-NL"/>
                      </w:rPr>
                      <w:t>KESSEL Press Portal</w:t>
                    </w:r>
                    <w:r w:rsidR="003549FF">
                      <w:rPr>
                        <w:rStyle w:val="Hyperlink"/>
                        <w:color w:val="7030A0"/>
                        <w:sz w:val="12"/>
                        <w:szCs w:val="16"/>
                        <w:lang w:val="nl-NL"/>
                      </w:rPr>
                      <w:fldChar w:fldCharType="end"/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37" w:rsidRDefault="008C0937" w:rsidP="00E745DF">
      <w:pPr>
        <w:spacing w:line="240" w:lineRule="auto"/>
      </w:pPr>
      <w:r>
        <w:separator/>
      </w:r>
    </w:p>
  </w:footnote>
  <w:footnote w:type="continuationSeparator" w:id="0">
    <w:p w:rsidR="008C0937" w:rsidRDefault="008C0937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8C0937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P</w:t>
                          </w:r>
                          <w:r w:rsidRPr="008C0937">
                            <w:rPr>
                              <w:b/>
                              <w:color w:val="572381"/>
                              <w:sz w:val="24"/>
                            </w:rPr>
                            <w:t xml:space="preserve">ress </w:t>
                          </w:r>
                          <w:r w:rsidR="002012A2">
                            <w:rPr>
                              <w:b/>
                              <w:color w:val="572381"/>
                              <w:sz w:val="24"/>
                            </w:rPr>
                            <w:t>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491495" w:rsidRPr="00491495" w:rsidRDefault="008C0937">
                    <w:pPr>
                      <w:rPr>
                        <w:b/>
                        <w:color w:val="572381"/>
                        <w:sz w:val="24"/>
                      </w:rPr>
                    </w:pPr>
                    <w:r>
                      <w:rPr>
                        <w:b/>
                        <w:color w:val="572381"/>
                        <w:sz w:val="24"/>
                      </w:rPr>
                      <w:t>P</w:t>
                    </w:r>
                    <w:r w:rsidRPr="008C0937">
                      <w:rPr>
                        <w:b/>
                        <w:color w:val="572381"/>
                        <w:sz w:val="24"/>
                      </w:rPr>
                      <w:t xml:space="preserve">ress </w:t>
                    </w:r>
                    <w:r w:rsidR="002012A2">
                      <w:rPr>
                        <w:b/>
                        <w:color w:val="572381"/>
                        <w:sz w:val="24"/>
                      </w:rPr>
                      <w:t>release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37"/>
    <w:rsid w:val="00093DF5"/>
    <w:rsid w:val="00116446"/>
    <w:rsid w:val="002012A2"/>
    <w:rsid w:val="003549FF"/>
    <w:rsid w:val="00373246"/>
    <w:rsid w:val="003B51BC"/>
    <w:rsid w:val="00452C3F"/>
    <w:rsid w:val="00491495"/>
    <w:rsid w:val="00527D36"/>
    <w:rsid w:val="005340AE"/>
    <w:rsid w:val="00541C40"/>
    <w:rsid w:val="005C56DA"/>
    <w:rsid w:val="00663419"/>
    <w:rsid w:val="007217EF"/>
    <w:rsid w:val="00811B8B"/>
    <w:rsid w:val="008A7ADC"/>
    <w:rsid w:val="008C0937"/>
    <w:rsid w:val="00957881"/>
    <w:rsid w:val="00995BB1"/>
    <w:rsid w:val="00A27AC5"/>
    <w:rsid w:val="00AA299A"/>
    <w:rsid w:val="00AA35AE"/>
    <w:rsid w:val="00B20C00"/>
    <w:rsid w:val="00BE37A9"/>
    <w:rsid w:val="00C02A99"/>
    <w:rsid w:val="00C6230E"/>
    <w:rsid w:val="00E46749"/>
    <w:rsid w:val="00E745DF"/>
    <w:rsid w:val="00EB1E63"/>
    <w:rsid w:val="00F001A5"/>
    <w:rsid w:val="00F57457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4014FC"/>
  <w15:chartTrackingRefBased/>
  <w15:docId w15:val="{97B201C4-403F-46F9-83A5-CEB813CB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tandardWeb">
    <w:name w:val="Normal (Web)"/>
    <w:basedOn w:val="Standard"/>
    <w:uiPriority w:val="99"/>
    <w:semiHidden/>
    <w:unhideWhenUsed/>
    <w:rsid w:val="003549F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7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9733A3-D2E2-4714-B006-A4E7B544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BCAAA5C8.dotm</Template>
  <TotalTime>0</TotalTime>
  <Pages>1</Pages>
  <Words>205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2</cp:revision>
  <dcterms:created xsi:type="dcterms:W3CDTF">2021-01-12T13:59:00Z</dcterms:created>
  <dcterms:modified xsi:type="dcterms:W3CDTF">2021-01-12T13:59:00Z</dcterms:modified>
</cp:coreProperties>
</file>